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654C9C7333044B2BCC3F72D6177E4F7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09266A" w:rsidP="00CF0EF4">
          <w:pPr>
            <w:pStyle w:val="Tituldatum"/>
          </w:pPr>
          <w:r w:rsidRPr="0009266A">
            <w:rPr>
              <w:rStyle w:val="Nzevakce"/>
            </w:rPr>
            <w:t>Posun neutrálního pole v zastávce Sázavka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9266A">
        <w:t>18. 5. 2023</w:t>
      </w:r>
      <w:r w:rsidR="000008ED">
        <w:t xml:space="preserve"> </w:t>
      </w:r>
    </w:p>
    <w:p w:rsidR="000008ED" w:rsidRDefault="00826B7B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bookmarkStart w:id="0" w:name="_GoBack"/>
    <w:bookmarkEnd w:id="0"/>
    <w:p w:rsidR="009072E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5291538" w:history="1">
        <w:r w:rsidR="009072E2" w:rsidRPr="006E2786">
          <w:rPr>
            <w:rStyle w:val="Hypertextovodkaz"/>
          </w:rPr>
          <w:t>SEZNAM ZKRATEK</w:t>
        </w:r>
        <w:r w:rsidR="009072E2">
          <w:rPr>
            <w:noProof/>
            <w:webHidden/>
          </w:rPr>
          <w:tab/>
        </w:r>
        <w:r w:rsidR="009072E2">
          <w:rPr>
            <w:noProof/>
            <w:webHidden/>
          </w:rPr>
          <w:fldChar w:fldCharType="begin"/>
        </w:r>
        <w:r w:rsidR="009072E2">
          <w:rPr>
            <w:noProof/>
            <w:webHidden/>
          </w:rPr>
          <w:instrText xml:space="preserve"> PAGEREF _Toc135291538 \h </w:instrText>
        </w:r>
        <w:r w:rsidR="009072E2">
          <w:rPr>
            <w:noProof/>
            <w:webHidden/>
          </w:rPr>
        </w:r>
        <w:r w:rsidR="009072E2">
          <w:rPr>
            <w:noProof/>
            <w:webHidden/>
          </w:rPr>
          <w:fldChar w:fldCharType="separate"/>
        </w:r>
        <w:r w:rsidR="009072E2">
          <w:rPr>
            <w:noProof/>
            <w:webHidden/>
          </w:rPr>
          <w:t>2</w:t>
        </w:r>
        <w:r w:rsidR="009072E2">
          <w:rPr>
            <w:noProof/>
            <w:webHidden/>
          </w:rPr>
          <w:fldChar w:fldCharType="end"/>
        </w:r>
      </w:hyperlink>
    </w:p>
    <w:p w:rsidR="009072E2" w:rsidRDefault="009072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91539" w:history="1">
        <w:r w:rsidRPr="006E2786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E2786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_Toc135291539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072E2" w:rsidRDefault="009072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91540" w:history="1">
        <w:r w:rsidRPr="006E2786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6E2786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_Toc135291540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072E2" w:rsidRDefault="009072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91541" w:history="1">
        <w:r w:rsidRPr="006E2786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6E2786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_Toc135291541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072E2" w:rsidRDefault="009072E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291542" w:history="1">
        <w:r w:rsidRPr="006E2786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6E2786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_Toc135291542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072E2" w:rsidRDefault="009072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91543" w:history="1">
        <w:r w:rsidRPr="006E2786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E2786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_Toc135291543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072E2" w:rsidRDefault="009072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91544" w:history="1">
        <w:r w:rsidRPr="006E2786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E2786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_Toc135291544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072E2" w:rsidRDefault="009072E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291545" w:history="1">
        <w:r w:rsidRPr="006E2786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6E2786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_Toc135291545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35291538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9072E2">
      <w:pPr>
        <w:pStyle w:val="ZTPinfo-text-odr"/>
        <w:numPr>
          <w:ilvl w:val="0"/>
          <w:numId w:val="0"/>
        </w:numPr>
      </w:pPr>
    </w:p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35291539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35291540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35291541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35291542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35291543"/>
      <w:r>
        <w:t>ZÁKLADNÍ PRAVIDLA PRO OCEŇOVÁNÍ SOUPISU PRACÍ</w:t>
      </w:r>
      <w:bookmarkEnd w:id="10"/>
    </w:p>
    <w:p w:rsidR="005E07BA" w:rsidRDefault="005E07BA" w:rsidP="009072E2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9072E2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9072E2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9072E2">
        <w:t>Skutečné množství se může od množství, které je určeno v jednotlivých položkách Soupisu prací lišit z důvodu přesného zaměření nebo na základě rozhodnutí Správce stavby.</w:t>
      </w:r>
    </w:p>
    <w:p w:rsidR="006D17F7" w:rsidRPr="009072E2" w:rsidRDefault="005E07BA" w:rsidP="009072E2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9072E2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</w:t>
      </w:r>
      <w:r w:rsidRPr="009072E2">
        <w:t>editovatelné) formě ve formátu *.</w:t>
      </w:r>
      <w:proofErr w:type="spellStart"/>
      <w:r w:rsidRPr="009072E2">
        <w:t>xls</w:t>
      </w:r>
      <w:r w:rsidR="009072E2">
        <w:t>x</w:t>
      </w:r>
      <w:proofErr w:type="spellEnd"/>
      <w:r w:rsidRPr="009072E2">
        <w:t xml:space="preserve"> (struktura dat dle datového předpisu XC4/XDC</w:t>
      </w:r>
      <w:r w:rsidR="009072E2">
        <w:t>)</w:t>
      </w:r>
    </w:p>
    <w:p w:rsidR="005E07BA" w:rsidRDefault="005E07BA" w:rsidP="005E07BA">
      <w:pPr>
        <w:pStyle w:val="Nadpis2-1"/>
      </w:pPr>
      <w:bookmarkStart w:id="11" w:name="_Toc135291544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35291545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</w:t>
      </w:r>
      <w:r w:rsidRPr="009072E2">
        <w:t>nabídne srovnatelný výrobek nebo materiál namísto určeného nebo vykázaného, a tento je přijat Správcem stavby k zabudování do Díla, potom se považují množství, sazby a ceny v Soupisu</w:t>
      </w:r>
      <w:r>
        <w:t xml:space="preserve">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D92" w:rsidRDefault="000B7D92" w:rsidP="00962258">
      <w:pPr>
        <w:spacing w:after="0" w:line="240" w:lineRule="auto"/>
      </w:pPr>
      <w:r>
        <w:separator/>
      </w:r>
    </w:p>
  </w:endnote>
  <w:endnote w:type="continuationSeparator" w:id="0">
    <w:p w:rsidR="000B7D92" w:rsidRDefault="000B7D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72E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72E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CE4A74" w:rsidP="00C87634">
          <w:pPr>
            <w:pStyle w:val="Zpatvlevo"/>
          </w:pPr>
          <w:fldSimple w:instr=" STYLEREF  _Název_akce  \* MERGEFORMAT ">
            <w:r w:rsidR="009072E2">
              <w:rPr>
                <w:noProof/>
              </w:rPr>
              <w:t>Posun neutrálního pole v zastávce Sázavka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E4A74" w:rsidP="00C87634">
          <w:pPr>
            <w:pStyle w:val="Zpatvpravo"/>
          </w:pPr>
          <w:fldSimple w:instr=" STYLEREF  _Název_akce  \* MERGEFORMAT ">
            <w:r w:rsidR="009072E2">
              <w:rPr>
                <w:noProof/>
              </w:rPr>
              <w:t>Posun neutrálního pole v zastávce Sázavka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72E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72E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D92" w:rsidRDefault="000B7D92" w:rsidP="00962258">
      <w:pPr>
        <w:spacing w:after="0" w:line="240" w:lineRule="auto"/>
      </w:pPr>
      <w:r>
        <w:separator/>
      </w:r>
    </w:p>
  </w:footnote>
  <w:footnote w:type="continuationSeparator" w:id="0">
    <w:p w:rsidR="000B7D92" w:rsidRDefault="000B7D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577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9266A"/>
    <w:rsid w:val="000B48A8"/>
    <w:rsid w:val="000B4EB8"/>
    <w:rsid w:val="000B7D92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072E2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E4A7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2577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10548"/>
  <w14:defaultImageDpi w14:val="32767"/>
  <w15:docId w15:val="{527BA89C-E113-42FC-9774-EBFD6F66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uer\OneDrive%20-%20SZ\Stavby\Posune%20neutr&#225;ln&#237;ho%20pole%20v%20zast&#225;vce%20S&#225;zavka\Sd&#237;len&#225;\KSP_Posun%20neutr&#225;ln&#237;ho%20pole%20v%20zast&#225;vce%20S&#225;zav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54C9C7333044B2BCC3F72D6177E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DF07B0-CEF8-47D9-A220-BCC82DFD2DDB}"/>
      </w:docPartPr>
      <w:docPartBody>
        <w:p w:rsidR="00B56650" w:rsidRDefault="005459AF">
          <w:pPr>
            <w:pStyle w:val="5654C9C7333044B2BCC3F72D6177E4F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9AF"/>
    <w:rsid w:val="005459AF"/>
    <w:rsid w:val="005C5F65"/>
    <w:rsid w:val="00B5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654C9C7333044B2BCC3F72D6177E4F7">
    <w:name w:val="5654C9C7333044B2BCC3F72D6177E4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48973E-EC1E-43A4-9E78-DA162F8D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KSP_Posun neutrálního pole v zastávce Sázavka</Template>
  <TotalTime>8</TotalTime>
  <Pages>6</Pages>
  <Words>1894</Words>
  <Characters>11176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Heuer Jiří, Bc.</dc:creator>
  <cp:lastModifiedBy>Heuer Jiří, Bc.</cp:lastModifiedBy>
  <cp:revision>3</cp:revision>
  <cp:lastPrinted>2019-03-13T10:28:00Z</cp:lastPrinted>
  <dcterms:created xsi:type="dcterms:W3CDTF">2023-05-18T06:29:00Z</dcterms:created>
  <dcterms:modified xsi:type="dcterms:W3CDTF">2023-05-18T06:38:00Z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